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63ECC" w:rsidP="00201AC2">
      <w:pPr>
        <w:spacing w:after="180"/>
        <w:rPr>
          <w:b/>
          <w:sz w:val="44"/>
          <w:szCs w:val="44"/>
        </w:rPr>
      </w:pPr>
      <w:r>
        <w:rPr>
          <w:b/>
          <w:sz w:val="44"/>
          <w:szCs w:val="44"/>
        </w:rPr>
        <w:t>Underwater cave</w:t>
      </w:r>
    </w:p>
    <w:p w:rsidR="00201AC2" w:rsidRDefault="00201AC2" w:rsidP="00201AC2">
      <w:pPr>
        <w:spacing w:after="180"/>
      </w:pPr>
    </w:p>
    <w:p w:rsidR="001170B3" w:rsidRPr="001170B3" w:rsidRDefault="001170B3" w:rsidP="001170B3">
      <w:pPr>
        <w:spacing w:after="120"/>
      </w:pPr>
      <w:r w:rsidRPr="001170B3">
        <w:rPr>
          <w:lang w:val="en-US"/>
        </w:rPr>
        <w:t>Sometimes there are caves under the sea.</w:t>
      </w:r>
    </w:p>
    <w:p w:rsidR="00201AC2" w:rsidRPr="00201AC2" w:rsidRDefault="001170B3" w:rsidP="001170B3">
      <w:pPr>
        <w:spacing w:after="240"/>
        <w:jc w:val="center"/>
        <w:rPr>
          <w:szCs w:val="18"/>
        </w:rPr>
      </w:pPr>
      <w:r>
        <w:rPr>
          <w:noProof/>
          <w:szCs w:val="18"/>
          <w:lang w:eastAsia="en-GB"/>
        </w:rPr>
        <w:drawing>
          <wp:inline distT="0" distB="0" distL="0" distR="0" wp14:anchorId="62977AF5">
            <wp:extent cx="3796995" cy="2414873"/>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07070" cy="2421281"/>
                    </a:xfrm>
                    <a:prstGeom prst="rect">
                      <a:avLst/>
                    </a:prstGeom>
                    <a:noFill/>
                  </pic:spPr>
                </pic:pic>
              </a:graphicData>
            </a:graphic>
          </wp:inline>
        </w:drawing>
      </w:r>
    </w:p>
    <w:p w:rsidR="00535269" w:rsidRPr="001170B3" w:rsidRDefault="001170B3" w:rsidP="001170B3">
      <w:pPr>
        <w:spacing w:before="480" w:after="120"/>
        <w:ind w:left="425" w:hanging="425"/>
        <w:rPr>
          <w:sz w:val="28"/>
          <w:szCs w:val="18"/>
        </w:rPr>
      </w:pPr>
      <w:r w:rsidRPr="001170B3">
        <w:rPr>
          <w:b/>
          <w:sz w:val="28"/>
          <w:szCs w:val="18"/>
          <w:lang w:val="en-US"/>
        </w:rPr>
        <w:t>a</w:t>
      </w:r>
      <w:r w:rsidR="00535269" w:rsidRPr="001170B3">
        <w:rPr>
          <w:b/>
          <w:sz w:val="28"/>
          <w:szCs w:val="18"/>
          <w:lang w:val="en-US"/>
        </w:rPr>
        <w:t>.</w:t>
      </w:r>
      <w:r w:rsidR="00FC1A77">
        <w:rPr>
          <w:sz w:val="28"/>
          <w:szCs w:val="18"/>
          <w:lang w:val="en-US"/>
        </w:rPr>
        <w:t xml:space="preserve"> </w:t>
      </w:r>
      <w:r w:rsidRPr="001170B3">
        <w:rPr>
          <w:sz w:val="28"/>
          <w:szCs w:val="18"/>
          <w:lang w:val="en-US"/>
        </w:rPr>
        <w:tab/>
        <w:t>What do you think about the pressure in the cave?</w:t>
      </w:r>
    </w:p>
    <w:p w:rsidR="00535269" w:rsidRPr="001170B3" w:rsidRDefault="00535269" w:rsidP="001170B3">
      <w:pPr>
        <w:spacing w:after="120"/>
        <w:ind w:left="426"/>
        <w:rPr>
          <w:i/>
        </w:rPr>
      </w:pPr>
      <w:r w:rsidRPr="001170B3">
        <w:rPr>
          <w:i/>
        </w:rPr>
        <w:t>Put a tick (</w:t>
      </w:r>
      <w:r w:rsidRPr="001170B3">
        <w:rPr>
          <w:i/>
        </w:rPr>
        <w:sym w:font="Wingdings" w:char="F0FC"/>
      </w:r>
      <w:r w:rsidRPr="001170B3">
        <w:rPr>
          <w:i/>
        </w:rPr>
        <w:t>) in the box next to the best answer.</w:t>
      </w:r>
      <w:r w:rsidRPr="001170B3">
        <w:rPr>
          <w:i/>
        </w:rPr>
        <w:tab/>
      </w:r>
    </w:p>
    <w:tbl>
      <w:tblPr>
        <w:tblW w:w="8789" w:type="dxa"/>
        <w:tblInd w:w="142" w:type="dxa"/>
        <w:tblLayout w:type="fixed"/>
        <w:tblLook w:val="01E0" w:firstRow="1" w:lastRow="1" w:firstColumn="1" w:lastColumn="1" w:noHBand="0" w:noVBand="0"/>
      </w:tblPr>
      <w:tblGrid>
        <w:gridCol w:w="567"/>
        <w:gridCol w:w="7655"/>
        <w:gridCol w:w="567"/>
      </w:tblGrid>
      <w:tr w:rsidR="001170B3" w:rsidRPr="00AE07E9" w:rsidTr="001170B3">
        <w:trPr>
          <w:cantSplit/>
          <w:trHeight w:hRule="exact" w:val="567"/>
        </w:trPr>
        <w:tc>
          <w:tcPr>
            <w:tcW w:w="567" w:type="dxa"/>
            <w:vAlign w:val="center"/>
          </w:tcPr>
          <w:p w:rsidR="001170B3" w:rsidRPr="00AE07E9" w:rsidRDefault="001170B3"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1170B3" w:rsidRPr="001170B3" w:rsidRDefault="001170B3" w:rsidP="00677EDD">
            <w:pPr>
              <w:tabs>
                <w:tab w:val="right" w:leader="dot" w:pos="8680"/>
              </w:tabs>
            </w:pPr>
            <w:r w:rsidRPr="001170B3">
              <w:t xml:space="preserve">Pressure at </w:t>
            </w:r>
            <w:r w:rsidRPr="001170B3">
              <w:rPr>
                <w:b/>
                <w:bCs/>
                <w:color w:val="C00000"/>
              </w:rPr>
              <w:t>X</w:t>
            </w:r>
            <w:r w:rsidRPr="001170B3">
              <w:t xml:space="preserve"> is the same as pressure at </w:t>
            </w:r>
            <w:r w:rsidRPr="001170B3">
              <w:rPr>
                <w:b/>
                <w:bCs/>
                <w:color w:val="C00000"/>
              </w:rPr>
              <w:t>Y</w:t>
            </w:r>
            <w:r w:rsidRPr="001170B3">
              <w:t>.</w:t>
            </w:r>
          </w:p>
        </w:tc>
        <w:tc>
          <w:tcPr>
            <w:tcW w:w="567" w:type="dxa"/>
            <w:tcBorders>
              <w:top w:val="single" w:sz="4" w:space="0" w:color="auto"/>
              <w:left w:val="single" w:sz="4" w:space="0" w:color="auto"/>
              <w:bottom w:val="single" w:sz="4" w:space="0" w:color="auto"/>
              <w:right w:val="single" w:sz="4" w:space="0" w:color="auto"/>
            </w:tcBorders>
          </w:tcPr>
          <w:p w:rsidR="001170B3" w:rsidRPr="00AE07E9" w:rsidRDefault="001170B3" w:rsidP="00677EDD">
            <w:pPr>
              <w:tabs>
                <w:tab w:val="right" w:leader="dot" w:pos="8680"/>
              </w:tabs>
              <w:rPr>
                <w:rFonts w:eastAsia="Times New Roman" w:cs="Times New Roman"/>
                <w:lang w:eastAsia="en-GB"/>
              </w:rPr>
            </w:pPr>
          </w:p>
        </w:tc>
      </w:tr>
      <w:tr w:rsidR="001170B3" w:rsidRPr="00AE07E9" w:rsidTr="001170B3">
        <w:trPr>
          <w:cantSplit/>
          <w:trHeight w:hRule="exact" w:val="170"/>
        </w:trPr>
        <w:tc>
          <w:tcPr>
            <w:tcW w:w="567" w:type="dxa"/>
            <w:vAlign w:val="center"/>
          </w:tcPr>
          <w:p w:rsidR="001170B3" w:rsidRPr="00AE07E9" w:rsidRDefault="001170B3"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1170B3" w:rsidRPr="001170B3" w:rsidRDefault="001170B3"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170B3" w:rsidRPr="00AE07E9" w:rsidRDefault="001170B3" w:rsidP="00677EDD">
            <w:pPr>
              <w:tabs>
                <w:tab w:val="right" w:leader="dot" w:pos="8680"/>
              </w:tabs>
              <w:rPr>
                <w:rFonts w:eastAsia="Times New Roman" w:cs="Times New Roman"/>
                <w:lang w:eastAsia="en-GB"/>
              </w:rPr>
            </w:pPr>
          </w:p>
        </w:tc>
      </w:tr>
      <w:tr w:rsidR="001170B3" w:rsidRPr="00AE07E9" w:rsidTr="001170B3">
        <w:trPr>
          <w:cantSplit/>
          <w:trHeight w:hRule="exact" w:val="567"/>
        </w:trPr>
        <w:tc>
          <w:tcPr>
            <w:tcW w:w="567" w:type="dxa"/>
            <w:vAlign w:val="center"/>
          </w:tcPr>
          <w:p w:rsidR="001170B3" w:rsidRPr="00AE07E9" w:rsidRDefault="001170B3"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1170B3" w:rsidRPr="001170B3" w:rsidRDefault="001170B3" w:rsidP="00677EDD">
            <w:pPr>
              <w:tabs>
                <w:tab w:val="right" w:leader="dot" w:pos="8680"/>
              </w:tabs>
            </w:pPr>
            <w:r w:rsidRPr="001170B3">
              <w:t xml:space="preserve">Pressure is bigger at </w:t>
            </w:r>
            <w:r w:rsidRPr="001170B3">
              <w:rPr>
                <w:b/>
                <w:bCs/>
                <w:color w:val="C00000"/>
              </w:rPr>
              <w:t>X</w:t>
            </w:r>
            <w:r w:rsidRPr="001170B3">
              <w:t xml:space="preserve"> in the open sea.</w:t>
            </w:r>
          </w:p>
        </w:tc>
        <w:tc>
          <w:tcPr>
            <w:tcW w:w="567" w:type="dxa"/>
            <w:tcBorders>
              <w:top w:val="single" w:sz="4" w:space="0" w:color="auto"/>
              <w:left w:val="single" w:sz="4" w:space="0" w:color="auto"/>
              <w:bottom w:val="single" w:sz="4" w:space="0" w:color="auto"/>
              <w:right w:val="single" w:sz="4" w:space="0" w:color="auto"/>
            </w:tcBorders>
          </w:tcPr>
          <w:p w:rsidR="001170B3" w:rsidRPr="00AE07E9" w:rsidRDefault="001170B3" w:rsidP="00677EDD">
            <w:pPr>
              <w:tabs>
                <w:tab w:val="right" w:leader="dot" w:pos="8680"/>
              </w:tabs>
              <w:rPr>
                <w:rFonts w:eastAsia="Times New Roman" w:cs="Times New Roman"/>
                <w:lang w:eastAsia="en-GB"/>
              </w:rPr>
            </w:pPr>
          </w:p>
        </w:tc>
      </w:tr>
      <w:tr w:rsidR="001170B3" w:rsidRPr="00AE07E9" w:rsidTr="001170B3">
        <w:trPr>
          <w:cantSplit/>
          <w:trHeight w:hRule="exact" w:val="170"/>
        </w:trPr>
        <w:tc>
          <w:tcPr>
            <w:tcW w:w="567" w:type="dxa"/>
            <w:vAlign w:val="center"/>
          </w:tcPr>
          <w:p w:rsidR="001170B3" w:rsidRPr="00AE07E9" w:rsidRDefault="001170B3" w:rsidP="00677EDD">
            <w:pPr>
              <w:tabs>
                <w:tab w:val="right" w:leader="dot" w:pos="8680"/>
              </w:tabs>
              <w:jc w:val="center"/>
              <w:rPr>
                <w:rFonts w:eastAsia="Times New Roman" w:cs="Times New Roman"/>
                <w:b/>
                <w:lang w:eastAsia="en-GB"/>
              </w:rPr>
            </w:pPr>
          </w:p>
        </w:tc>
        <w:tc>
          <w:tcPr>
            <w:tcW w:w="7655" w:type="dxa"/>
          </w:tcPr>
          <w:p w:rsidR="001170B3" w:rsidRPr="001170B3" w:rsidRDefault="001170B3"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170B3" w:rsidRPr="00AE07E9" w:rsidRDefault="001170B3" w:rsidP="00677EDD">
            <w:pPr>
              <w:tabs>
                <w:tab w:val="right" w:leader="dot" w:pos="8680"/>
              </w:tabs>
              <w:rPr>
                <w:rFonts w:eastAsia="Times New Roman" w:cs="Times New Roman"/>
                <w:lang w:eastAsia="en-GB"/>
              </w:rPr>
            </w:pPr>
          </w:p>
        </w:tc>
      </w:tr>
      <w:tr w:rsidR="001170B3" w:rsidRPr="00AE07E9" w:rsidTr="001170B3">
        <w:trPr>
          <w:cantSplit/>
          <w:trHeight w:hRule="exact" w:val="567"/>
        </w:trPr>
        <w:tc>
          <w:tcPr>
            <w:tcW w:w="567" w:type="dxa"/>
            <w:vAlign w:val="center"/>
          </w:tcPr>
          <w:p w:rsidR="001170B3" w:rsidRPr="00AE07E9" w:rsidRDefault="001170B3"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1170B3" w:rsidRPr="001170B3" w:rsidRDefault="001170B3" w:rsidP="00677EDD">
            <w:pPr>
              <w:tabs>
                <w:tab w:val="right" w:leader="dot" w:pos="8680"/>
              </w:tabs>
            </w:pPr>
            <w:r w:rsidRPr="001170B3">
              <w:t xml:space="preserve">Pressure is bigger at </w:t>
            </w:r>
            <w:r w:rsidRPr="001170B3">
              <w:rPr>
                <w:b/>
                <w:bCs/>
                <w:color w:val="C00000"/>
              </w:rPr>
              <w:t>Y</w:t>
            </w:r>
            <w:r w:rsidRPr="001170B3">
              <w:t xml:space="preserve"> in the cave.</w:t>
            </w:r>
          </w:p>
        </w:tc>
        <w:tc>
          <w:tcPr>
            <w:tcW w:w="567" w:type="dxa"/>
            <w:tcBorders>
              <w:top w:val="single" w:sz="4" w:space="0" w:color="auto"/>
              <w:left w:val="single" w:sz="4" w:space="0" w:color="auto"/>
              <w:bottom w:val="single" w:sz="4" w:space="0" w:color="auto"/>
              <w:right w:val="single" w:sz="4" w:space="0" w:color="auto"/>
            </w:tcBorders>
          </w:tcPr>
          <w:p w:rsidR="001170B3" w:rsidRPr="00AE07E9" w:rsidRDefault="001170B3"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1170B3" w:rsidRPr="001170B3" w:rsidRDefault="001170B3" w:rsidP="001170B3">
      <w:pPr>
        <w:spacing w:after="120"/>
        <w:ind w:left="426" w:hanging="426"/>
        <w:rPr>
          <w:sz w:val="28"/>
          <w:szCs w:val="18"/>
        </w:rPr>
      </w:pPr>
      <w:r>
        <w:rPr>
          <w:b/>
          <w:sz w:val="28"/>
          <w:szCs w:val="18"/>
          <w:lang w:val="en-US"/>
        </w:rPr>
        <w:t>b</w:t>
      </w:r>
      <w:r w:rsidRPr="001170B3">
        <w:rPr>
          <w:b/>
          <w:sz w:val="28"/>
          <w:szCs w:val="18"/>
          <w:lang w:val="en-US"/>
        </w:rPr>
        <w:t>.</w:t>
      </w:r>
      <w:r w:rsidR="00FC1A77">
        <w:rPr>
          <w:sz w:val="28"/>
          <w:szCs w:val="18"/>
          <w:lang w:val="en-US"/>
        </w:rPr>
        <w:t xml:space="preserve"> </w:t>
      </w:r>
      <w:r w:rsidRPr="001170B3">
        <w:rPr>
          <w:sz w:val="28"/>
          <w:szCs w:val="18"/>
          <w:lang w:val="en-US"/>
        </w:rPr>
        <w:tab/>
        <w:t>What is the best reason for your last answer?</w:t>
      </w:r>
    </w:p>
    <w:p w:rsidR="00535269" w:rsidRPr="00615723" w:rsidRDefault="001170B3" w:rsidP="001170B3">
      <w:pPr>
        <w:spacing w:after="240"/>
        <w:ind w:firstLine="426"/>
        <w:rPr>
          <w:szCs w:val="18"/>
        </w:rPr>
      </w:pPr>
      <w:r w:rsidRPr="001170B3">
        <w:rPr>
          <w:i/>
        </w:rPr>
        <w:t>Put a tick (</w:t>
      </w:r>
      <w:r w:rsidRPr="001170B3">
        <w:rPr>
          <w:i/>
        </w:rPr>
        <w:sym w:font="Wingdings" w:char="F0FC"/>
      </w:r>
      <w:r w:rsidRPr="001170B3">
        <w:rPr>
          <w:i/>
        </w:rP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1170B3" w:rsidRDefault="001170B3" w:rsidP="00677EDD">
            <w:pPr>
              <w:tabs>
                <w:tab w:val="right" w:leader="dot" w:pos="8680"/>
              </w:tabs>
            </w:pPr>
            <w:r w:rsidRPr="001170B3">
              <w:t>Pressure depends on how much water is above that point.</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1170B3"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1170B3" w:rsidRDefault="001170B3" w:rsidP="00677EDD">
            <w:pPr>
              <w:tabs>
                <w:tab w:val="right" w:leader="dot" w:pos="8680"/>
              </w:tabs>
            </w:pPr>
            <w:r w:rsidRPr="001170B3">
              <w:t>Pressure depends on depth.</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p>
        </w:tc>
        <w:tc>
          <w:tcPr>
            <w:tcW w:w="7655" w:type="dxa"/>
          </w:tcPr>
          <w:p w:rsidR="00535269" w:rsidRPr="001170B3"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535269" w:rsidRPr="001170B3" w:rsidRDefault="001170B3" w:rsidP="00677EDD">
            <w:pPr>
              <w:tabs>
                <w:tab w:val="right" w:leader="dot" w:pos="8680"/>
              </w:tabs>
            </w:pPr>
            <w:r w:rsidRPr="001170B3">
              <w:t>Water is more concentrated here.</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1170B3" w:rsidRPr="00AE07E9" w:rsidTr="002E6F29">
        <w:trPr>
          <w:cantSplit/>
          <w:trHeight w:hRule="exact" w:val="170"/>
        </w:trPr>
        <w:tc>
          <w:tcPr>
            <w:tcW w:w="567" w:type="dxa"/>
            <w:vAlign w:val="center"/>
          </w:tcPr>
          <w:p w:rsidR="001170B3" w:rsidRPr="00AE07E9" w:rsidRDefault="001170B3" w:rsidP="002E6F29">
            <w:pPr>
              <w:tabs>
                <w:tab w:val="right" w:leader="dot" w:pos="8680"/>
              </w:tabs>
              <w:jc w:val="center"/>
              <w:rPr>
                <w:rFonts w:eastAsia="Times New Roman" w:cs="Times New Roman"/>
                <w:b/>
                <w:lang w:eastAsia="en-GB"/>
              </w:rPr>
            </w:pPr>
          </w:p>
        </w:tc>
        <w:tc>
          <w:tcPr>
            <w:tcW w:w="7655" w:type="dxa"/>
          </w:tcPr>
          <w:p w:rsidR="001170B3" w:rsidRPr="001170B3" w:rsidRDefault="001170B3" w:rsidP="002E6F29">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170B3" w:rsidRPr="00AE07E9" w:rsidRDefault="001170B3" w:rsidP="002E6F29">
            <w:pPr>
              <w:tabs>
                <w:tab w:val="right" w:leader="dot" w:pos="8680"/>
              </w:tabs>
              <w:rPr>
                <w:rFonts w:eastAsia="Times New Roman" w:cs="Times New Roman"/>
                <w:lang w:eastAsia="en-GB"/>
              </w:rPr>
            </w:pPr>
          </w:p>
        </w:tc>
      </w:tr>
      <w:tr w:rsidR="001170B3" w:rsidRPr="00AE07E9" w:rsidTr="002E6F29">
        <w:trPr>
          <w:cantSplit/>
          <w:trHeight w:hRule="exact" w:val="567"/>
        </w:trPr>
        <w:tc>
          <w:tcPr>
            <w:tcW w:w="567" w:type="dxa"/>
            <w:vAlign w:val="center"/>
          </w:tcPr>
          <w:p w:rsidR="001170B3" w:rsidRPr="00AE07E9" w:rsidRDefault="001170B3" w:rsidP="002E6F29">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1170B3" w:rsidRPr="001170B3" w:rsidRDefault="001170B3" w:rsidP="002E6F29">
            <w:pPr>
              <w:tabs>
                <w:tab w:val="right" w:leader="dot" w:pos="8680"/>
              </w:tabs>
            </w:pPr>
            <w:r w:rsidRPr="001170B3">
              <w:t>Water has more freedom to move here.</w:t>
            </w:r>
          </w:p>
        </w:tc>
        <w:tc>
          <w:tcPr>
            <w:tcW w:w="567" w:type="dxa"/>
            <w:tcBorders>
              <w:top w:val="single" w:sz="4" w:space="0" w:color="auto"/>
              <w:left w:val="single" w:sz="4" w:space="0" w:color="auto"/>
              <w:bottom w:val="single" w:sz="4" w:space="0" w:color="auto"/>
              <w:right w:val="single" w:sz="4" w:space="0" w:color="auto"/>
            </w:tcBorders>
          </w:tcPr>
          <w:p w:rsidR="001170B3" w:rsidRPr="00AE07E9" w:rsidRDefault="001170B3" w:rsidP="002E6F29">
            <w:pPr>
              <w:tabs>
                <w:tab w:val="right" w:leader="dot" w:pos="8680"/>
              </w:tabs>
              <w:rPr>
                <w:rFonts w:eastAsia="Times New Roman" w:cs="Times New Roman"/>
                <w:lang w:eastAsia="en-GB"/>
              </w:rPr>
            </w:pPr>
          </w:p>
        </w:tc>
      </w:tr>
    </w:tbl>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9E120B" w:rsidRPr="006F3279" w:rsidRDefault="009E120B" w:rsidP="009E120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w:t>
      </w:r>
      <w:r w:rsidRPr="00CA4B46">
        <w:rPr>
          <w:i/>
          <w:sz w:val="18"/>
          <w:szCs w:val="18"/>
        </w:rPr>
        <w:t>.</w:t>
      </w:r>
      <w:r>
        <w:rPr>
          <w:i/>
          <w:sz w:val="18"/>
          <w:szCs w:val="18"/>
        </w:rPr>
        <w:t>2</w:t>
      </w:r>
      <w:r w:rsidRPr="00CA4B46">
        <w:rPr>
          <w:i/>
          <w:sz w:val="18"/>
          <w:szCs w:val="18"/>
        </w:rPr>
        <w:t xml:space="preserve">: </w:t>
      </w:r>
      <w:r>
        <w:rPr>
          <w:i/>
          <w:sz w:val="18"/>
          <w:szCs w:val="18"/>
        </w:rPr>
        <w:t>Pressure in fluids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563ECC" w:rsidP="006F3279">
            <w:pPr>
              <w:spacing w:after="60"/>
              <w:ind w:left="1304"/>
              <w:rPr>
                <w:b/>
                <w:sz w:val="40"/>
                <w:szCs w:val="40"/>
              </w:rPr>
            </w:pPr>
            <w:r>
              <w:rPr>
                <w:b/>
                <w:sz w:val="40"/>
                <w:szCs w:val="40"/>
              </w:rPr>
              <w:t>Underwater cave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E120B" w:rsidTr="003F16F9">
        <w:trPr>
          <w:trHeight w:val="340"/>
        </w:trPr>
        <w:tc>
          <w:tcPr>
            <w:tcW w:w="2196" w:type="dxa"/>
          </w:tcPr>
          <w:p w:rsidR="009E120B" w:rsidRDefault="009E120B" w:rsidP="009E120B">
            <w:pPr>
              <w:spacing w:before="60" w:after="60"/>
            </w:pPr>
            <w:r>
              <w:t>Learning focus:</w:t>
            </w:r>
          </w:p>
        </w:tc>
        <w:tc>
          <w:tcPr>
            <w:tcW w:w="6820" w:type="dxa"/>
          </w:tcPr>
          <w:p w:rsidR="009E120B" w:rsidRDefault="009E120B" w:rsidP="009E120B">
            <w:pPr>
              <w:spacing w:before="60" w:after="60"/>
            </w:pPr>
            <w:r w:rsidRPr="00E73C27">
              <w:t>Pressure increases with depth in a fluid, so the force exerted by a fluid is larger on the lower surface of an immersed object than on the upper surface. This results in an upward force on the object.</w:t>
            </w:r>
          </w:p>
        </w:tc>
      </w:tr>
      <w:tr w:rsidR="009E120B" w:rsidTr="003F16F9">
        <w:trPr>
          <w:trHeight w:val="340"/>
        </w:trPr>
        <w:tc>
          <w:tcPr>
            <w:tcW w:w="2196" w:type="dxa"/>
          </w:tcPr>
          <w:p w:rsidR="009E120B" w:rsidRDefault="009E120B" w:rsidP="009E120B">
            <w:pPr>
              <w:spacing w:before="60" w:after="60"/>
            </w:pPr>
            <w:r>
              <w:t>Observable learning outcome:</w:t>
            </w:r>
          </w:p>
        </w:tc>
        <w:tc>
          <w:tcPr>
            <w:tcW w:w="6820" w:type="dxa"/>
          </w:tcPr>
          <w:p w:rsidR="009E120B" w:rsidRPr="00A50C9C" w:rsidRDefault="009E120B" w:rsidP="009E120B">
            <w:pPr>
              <w:spacing w:before="60" w:after="60"/>
              <w:rPr>
                <w:b/>
              </w:rPr>
            </w:pPr>
            <w:r w:rsidRPr="00E73C27">
              <w:t xml:space="preserve">Explain why pressure at a particular depth is the same </w:t>
            </w:r>
            <w:r>
              <w:t>throughout</w:t>
            </w:r>
            <w:r w:rsidRPr="00E73C27">
              <w:t xml:space="preserve"> a fluid.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E120B" w:rsidP="000505CA">
            <w:pPr>
              <w:spacing w:before="60" w:after="60"/>
            </w:pPr>
            <w:r w:rsidRPr="009E120B">
              <w:t>Particle, pressure, depth</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E120B" w:rsidRDefault="009E120B" w:rsidP="009E120B">
      <w:pPr>
        <w:spacing w:after="180"/>
      </w:pPr>
      <w:r w:rsidRPr="00B70BED">
        <w:rPr>
          <w:noProof/>
        </w:rPr>
        <w:t>Engel Clough and Driver</w:t>
      </w:r>
      <w:r w:rsidRPr="00B70BED">
        <w:t xml:space="preserve"> </w:t>
      </w:r>
      <w:r w:rsidRPr="00B70BED">
        <w:fldChar w:fldCharType="begin"/>
      </w:r>
      <w:r w:rsidRPr="00B70BED">
        <w:instrText xml:space="preserve"> ADDIN EN.CITE &lt;EndNote&gt;&lt;Cite ExcludeAuth="1"&gt;&lt;Author&gt;Engel Clough&lt;/Author&gt;&lt;Year&gt;1985&lt;/Year&gt;&lt;IDText&gt;What do children understand about pressure in fluids?&lt;/IDText&gt;&lt;DisplayText&gt;(1985)&lt;/DisplayText&gt;&lt;record&gt;&lt;titles&gt;&lt;title&gt;What do children understand about pressure in fluids?&lt;/title&gt;&lt;secondary-title&gt;Research in Science and Technology Education&lt;/secondary-title&gt;&lt;/titles&gt;&lt;pages&gt;133-134&lt;/pages&gt;&lt;contributors&gt;&lt;authors&gt;&lt;author&gt;Engel Clough, E&lt;/author&gt;&lt;author&gt;Driver, R&lt;/author&gt;&lt;/authors&gt;&lt;/contributors&gt;&lt;added-date format="utc"&gt;1572618393&lt;/added-date&gt;&lt;ref-type name="Journal Article"&gt;17&lt;/ref-type&gt;&lt;dates&gt;&lt;year&gt;1985&lt;/year&gt;&lt;/dates&gt;&lt;rec-number&gt;174&lt;/rec-number&gt;&lt;last-updated-date format="utc"&gt;1572619042&lt;/last-updated-date&gt;&lt;volume&gt;3(2)&lt;/volume&gt;&lt;/record&gt;&lt;/Cite&gt;&lt;/EndNote&gt;</w:instrText>
      </w:r>
      <w:r w:rsidRPr="00B70BED">
        <w:fldChar w:fldCharType="separate"/>
      </w:r>
      <w:r w:rsidRPr="00B70BED">
        <w:rPr>
          <w:noProof/>
        </w:rPr>
        <w:t>(1985)</w:t>
      </w:r>
      <w:r w:rsidRPr="00B70BED">
        <w:fldChar w:fldCharType="end"/>
      </w:r>
      <w:r>
        <w:t xml:space="preserve"> found that 67% of 12-year-olds, 80% of 14-year-olds and 87% of 16-year-olds (n=84) realised that pressure increases </w:t>
      </w:r>
      <w:r w:rsidRPr="00E846C7">
        <w:t>with depth</w:t>
      </w:r>
      <w:r>
        <w:t xml:space="preserve"> in a liquid</w:t>
      </w:r>
      <w:r w:rsidRPr="00E846C7">
        <w:t>.</w:t>
      </w:r>
      <w:r>
        <w:t xml:space="preserve"> However, only 13% of 12-year-olds, increasing to 34% of 16-year-olds recognised that pressure in the liquid acts in all directions. It is common for students to have the misunderstandings: that pressure </w:t>
      </w:r>
      <w:r w:rsidRPr="00F35839">
        <w:rPr>
          <w:i/>
        </w:rPr>
        <w:t xml:space="preserve">is the weight of the </w:t>
      </w:r>
      <w:r>
        <w:rPr>
          <w:i/>
        </w:rPr>
        <w:t xml:space="preserve">liquid; </w:t>
      </w:r>
      <w:r w:rsidRPr="00E846C7">
        <w:t>and th</w:t>
      </w:r>
      <w:r>
        <w:t>at</w:t>
      </w:r>
      <w:r w:rsidRPr="00E846C7">
        <w:t xml:space="preserve"> pressure </w:t>
      </w:r>
      <w:r>
        <w:t>in a liquid</w:t>
      </w:r>
      <w:r w:rsidRPr="00E846C7">
        <w:t xml:space="preserve"> push</w:t>
      </w:r>
      <w:r>
        <w:t>es</w:t>
      </w:r>
      <w:r w:rsidRPr="00E846C7">
        <w:t xml:space="preserve"> only downwards.</w:t>
      </w:r>
      <w:r>
        <w:t xml:space="preserve"> </w:t>
      </w:r>
    </w:p>
    <w:p w:rsidR="009E120B" w:rsidRDefault="009E120B" w:rsidP="009E120B">
      <w:pPr>
        <w:spacing w:after="180"/>
      </w:pPr>
      <w:proofErr w:type="spellStart"/>
      <w:r>
        <w:t>Besson</w:t>
      </w:r>
      <w:proofErr w:type="spellEnd"/>
      <w:r>
        <w:t xml:space="preserve"> </w:t>
      </w:r>
      <w:r>
        <w:fldChar w:fldCharType="begin"/>
      </w:r>
      <w:r>
        <w:instrText xml:space="preserve"> ADDIN EN.CITE &lt;EndNote&gt;&lt;Cite ExcludeAuth="1"&gt;&lt;Author&gt;Besson&lt;/Author&gt;&lt;Year&gt;2004&lt;/Year&gt;&lt;IDText&gt;Students&amp;apos; conceptions of fluids&lt;/IDText&gt;&lt;DisplayText&gt;(2004)&lt;/DisplayText&gt;&lt;record&gt;&lt;titles&gt;&lt;title&gt;Students&amp;apos;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(2004)</w:t>
      </w:r>
      <w:r>
        <w:fldChar w:fldCharType="end"/>
      </w:r>
      <w:r>
        <w:t xml:space="preserve"> asked students to predict how pressure in an underwater cave compared to pressure at the same depth in open water. He found that 8% of 14- to 15-year-olds (n=96) thought the pressure would be the same in each case; 56% thought pressure would be greater in the cave; and 36% that pressure would be greater in open water. In follow up to this question, he asked students how </w:t>
      </w:r>
      <w:r w:rsidR="00FC1A77">
        <w:t xml:space="preserve">they thought </w:t>
      </w:r>
      <w:r>
        <w:t xml:space="preserve">their predicted differences in pressure would affect the flow of water into or out of the cave. This prompted many of them to reassess their thinking towards a more scientific understanding.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9E120B" w:rsidP="000B788A">
      <w:pPr>
        <w:spacing w:after="200" w:line="276" w:lineRule="auto"/>
        <w:rPr>
          <w:b/>
          <w:color w:val="5F497A" w:themeColor="accent4" w:themeShade="BF"/>
          <w:sz w:val="24"/>
        </w:rPr>
      </w:pPr>
      <w:r>
        <w:rPr>
          <w:b/>
          <w:color w:val="5F497A" w:themeColor="accent4" w:themeShade="BF"/>
          <w:sz w:val="24"/>
        </w:rPr>
        <w:br w:type="page"/>
      </w:r>
      <w:r w:rsidR="00BB44B4" w:rsidRPr="002C79AE">
        <w:rPr>
          <w:b/>
          <w:color w:val="5F497A" w:themeColor="accent4" w:themeShade="BF"/>
          <w:sz w:val="24"/>
        </w:rPr>
        <w:t>Expected answers</w:t>
      </w:r>
    </w:p>
    <w:p w:rsidR="00516B6B" w:rsidRDefault="00516B6B" w:rsidP="00516B6B">
      <w:pPr>
        <w:spacing w:after="180"/>
        <w:ind w:left="426" w:hanging="426"/>
      </w:pPr>
      <w:r>
        <w:t>a.</w:t>
      </w:r>
      <w:r>
        <w:tab/>
        <w:t>A – Pressure is the same in the cave as it is at the same depth in open sea.</w:t>
      </w:r>
    </w:p>
    <w:p w:rsidR="00516B6B" w:rsidRPr="00516B6B" w:rsidRDefault="00516B6B" w:rsidP="00516B6B">
      <w:pPr>
        <w:spacing w:after="180"/>
        <w:ind w:left="426" w:hanging="426"/>
      </w:pPr>
      <w:r>
        <w:t xml:space="preserve">b. </w:t>
      </w:r>
      <w:r>
        <w:tab/>
        <w:t>B – Pressure depends on depth (and on the type of liquid or gas).</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634332" w:rsidRDefault="000B788A" w:rsidP="00A01222">
      <w:pPr>
        <w:spacing w:after="180"/>
      </w:pPr>
      <w:r>
        <w:t>It is very likely that students will</w:t>
      </w:r>
      <w:r w:rsidR="00D35240">
        <w:t xml:space="preserve"> get </w:t>
      </w:r>
      <w:r w:rsidR="00D35240" w:rsidRPr="00D35240">
        <w:rPr>
          <w:i/>
        </w:rPr>
        <w:t>part a</w:t>
      </w:r>
      <w:r w:rsidR="00D35240">
        <w:t xml:space="preserve"> wrong.</w:t>
      </w:r>
      <w:r w:rsidR="00634332">
        <w:t xml:space="preserve"> The pressure </w:t>
      </w:r>
      <w:r w:rsidR="000A58CF">
        <w:t xml:space="preserve">of the water </w:t>
      </w:r>
      <w:r w:rsidR="00634332">
        <w:t xml:space="preserve">in the cave must be the same as </w:t>
      </w:r>
      <w:r w:rsidR="000A58CF">
        <w:t>the pressure of water</w:t>
      </w:r>
      <w:r w:rsidR="00634332">
        <w:t xml:space="preserve"> at the same depth in the sea, because there is a connection of water between these locations. If water is under pressure at one end of th</w:t>
      </w:r>
      <w:r w:rsidR="000A58CF">
        <w:t>e</w:t>
      </w:r>
      <w:r w:rsidR="00634332">
        <w:t xml:space="preserve"> connection, it pushes water towards the other end un</w:t>
      </w:r>
      <w:r w:rsidR="000A58CF">
        <w:t>less</w:t>
      </w:r>
      <w:r w:rsidR="00634332">
        <w:t xml:space="preserve"> the other end pushes back with an equal sized force in the opposite direction. It does this </w:t>
      </w:r>
      <w:r w:rsidR="006270D1">
        <w:t xml:space="preserve">only </w:t>
      </w:r>
      <w:r w:rsidR="00634332">
        <w:t xml:space="preserve">when the pressure of water at each end is the same. The cave is not filling up (it is already full) </w:t>
      </w:r>
      <w:r w:rsidR="000A58CF">
        <w:t>n</w:t>
      </w:r>
      <w:r w:rsidR="00634332">
        <w:t>or emptying, so there is no flow of water</w:t>
      </w:r>
      <w:r w:rsidR="000A58CF">
        <w:t xml:space="preserve"> and the pressures </w:t>
      </w:r>
      <w:r w:rsidR="006270D1">
        <w:t>must be</w:t>
      </w:r>
      <w:r w:rsidR="000A58CF">
        <w:t xml:space="preserve"> the same</w:t>
      </w:r>
      <w:r w:rsidR="00634332">
        <w:t>.</w:t>
      </w:r>
    </w:p>
    <w:p w:rsidR="00A01222" w:rsidRDefault="0058312F" w:rsidP="00A01222">
      <w:pPr>
        <w:spacing w:after="180"/>
      </w:pPr>
      <w:r>
        <w:t xml:space="preserve">Students who think pressure is bigger in the open sea (answer B) may do so because there is more water in the open sea, than in the cave. They may reason that the extra water pushes down to </w:t>
      </w:r>
      <w:proofErr w:type="gramStart"/>
      <w:r>
        <w:t>cause</w:t>
      </w:r>
      <w:proofErr w:type="gramEnd"/>
      <w:r>
        <w:t xml:space="preserve"> a bigger pressure</w:t>
      </w:r>
      <w:r w:rsidR="0035032B">
        <w:t>;</w:t>
      </w:r>
      <w:r>
        <w:t xml:space="preserve"> or </w:t>
      </w:r>
      <w:r w:rsidR="0035032B">
        <w:t xml:space="preserve">they </w:t>
      </w:r>
      <w:r>
        <w:t xml:space="preserve">perhaps hold the misunderstanding that it is only the depth of water </w:t>
      </w:r>
      <w:r w:rsidRPr="0058312F">
        <w:rPr>
          <w:i/>
        </w:rPr>
        <w:t>directly above</w:t>
      </w:r>
      <w:r>
        <w:t xml:space="preserve"> a point that determines the pressure. In the cave, there is a much shorter column of water above each point.</w:t>
      </w:r>
    </w:p>
    <w:p w:rsidR="0058312F" w:rsidRPr="00D35240" w:rsidRDefault="0058312F" w:rsidP="00A01222">
      <w:pPr>
        <w:spacing w:after="180"/>
      </w:pPr>
      <w:r>
        <w:t xml:space="preserve">Significant numbers of students may </w:t>
      </w:r>
      <w:r w:rsidR="000D3061">
        <w:t>say</w:t>
      </w:r>
      <w:r>
        <w:t xml:space="preserve"> pressure is greater in the cave because </w:t>
      </w:r>
      <w:r w:rsidR="000D3061">
        <w:t>they think water</w:t>
      </w:r>
      <w:r>
        <w:t xml:space="preserve"> is </w:t>
      </w:r>
      <w:r w:rsidR="000D3061">
        <w:t xml:space="preserve">more ‘concentrated’ in the cave, or because they think that when water is restricted in </w:t>
      </w:r>
      <w:r w:rsidR="00634332">
        <w:t>the</w:t>
      </w:r>
      <w:r w:rsidR="000D3061">
        <w:t xml:space="preserve"> cave it is harder for water particles to move around.</w:t>
      </w:r>
    </w:p>
    <w:p w:rsidR="00563ECC" w:rsidRDefault="00A01222" w:rsidP="00A01222">
      <w:pPr>
        <w:spacing w:after="180"/>
      </w:pPr>
      <w:r w:rsidRPr="004F039C">
        <w:t xml:space="preserve">If students have </w:t>
      </w:r>
      <w:r w:rsidR="004B1C32">
        <w:t>misunderstanding</w:t>
      </w:r>
      <w:r w:rsidRPr="004F039C">
        <w:t xml:space="preserve">s about </w:t>
      </w:r>
      <w:r w:rsidR="000A58CF" w:rsidRPr="000A58CF">
        <w:t>why pressure at a particular depth is the same throughout a fluid</w:t>
      </w:r>
      <w:r w:rsidRPr="004F039C">
        <w:t xml:space="preserve">, </w:t>
      </w:r>
      <w:r w:rsidR="000A58CF">
        <w:t xml:space="preserve">it can help to ask them to explain how the water will flow if the pressures inside and outside the cave were different. Careful questioning can help students to realise that water will flow from a higher pressure to a lower pressure, and that </w:t>
      </w:r>
      <w:r w:rsidR="0035032B">
        <w:t xml:space="preserve">a steady </w:t>
      </w:r>
      <w:bookmarkStart w:id="0" w:name="_GoBack"/>
      <w:bookmarkEnd w:id="0"/>
      <w:r w:rsidR="0035032B">
        <w:t>flow of water</w:t>
      </w:r>
      <w:r w:rsidR="000A58CF">
        <w:t xml:space="preserve"> is not possible between the cave and the open sea</w:t>
      </w:r>
      <w:r>
        <w:t xml:space="preserve">. </w:t>
      </w:r>
    </w:p>
    <w:p w:rsidR="00A01222" w:rsidRDefault="00A01222" w:rsidP="00A01222">
      <w:pPr>
        <w:spacing w:after="180"/>
      </w:pPr>
      <w:r w:rsidRPr="00563ECC">
        <w:t xml:space="preserve">The following BEST ‘response </w:t>
      </w:r>
      <w:r w:rsidR="00563ECC" w:rsidRPr="00563ECC">
        <w:t>activity</w:t>
      </w:r>
      <w:r w:rsidRPr="00563ECC">
        <w:t>’ could be used in follow-up to this diagnostic question:</w:t>
      </w:r>
    </w:p>
    <w:p w:rsidR="00A01222" w:rsidRPr="00563ECC" w:rsidRDefault="00A01222" w:rsidP="00A01222">
      <w:pPr>
        <w:pStyle w:val="ListParagraph"/>
        <w:numPr>
          <w:ilvl w:val="0"/>
          <w:numId w:val="1"/>
        </w:numPr>
        <w:spacing w:after="180"/>
      </w:pPr>
      <w:r w:rsidRPr="00563ECC">
        <w:t xml:space="preserve">Response </w:t>
      </w:r>
      <w:r w:rsidR="00F2483A" w:rsidRPr="00563ECC">
        <w:t>activity</w:t>
      </w:r>
      <w:r w:rsidRPr="00563ECC">
        <w:t xml:space="preserve">: </w:t>
      </w:r>
      <w:r w:rsidR="00563ECC" w:rsidRPr="00563ECC">
        <w:t>Diving deep</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rsidRPr="00563ECC">
        <w:t>Peter Fairhurst</w:t>
      </w:r>
      <w:r w:rsidR="0015356E" w:rsidRPr="00563ECC">
        <w:t xml:space="preserve"> (UYSEG), </w:t>
      </w:r>
      <w:r w:rsidRPr="00563ECC">
        <w:t xml:space="preserve">from an idea by </w:t>
      </w:r>
      <w:proofErr w:type="spellStart"/>
      <w:r w:rsidR="00563ECC" w:rsidRPr="00563ECC">
        <w:t>Besson</w:t>
      </w:r>
      <w:proofErr w:type="spellEnd"/>
      <w:r w:rsidR="00563ECC" w:rsidRPr="00563ECC">
        <w:t xml:space="preserve"> </w:t>
      </w:r>
      <w:r w:rsidR="00563ECC" w:rsidRPr="00563ECC">
        <w:fldChar w:fldCharType="begin"/>
      </w:r>
      <w:r w:rsidR="00563ECC" w:rsidRPr="00563ECC">
        <w:instrText xml:space="preserve"> ADDIN EN.CITE &lt;EndNote&gt;&lt;Cite ExcludeAuth="1"&gt;&lt;Author&gt;Besson&lt;/Author&gt;&lt;Year&gt;2004&lt;/Year&gt;&lt;IDText&gt;Students&amp;apos; conceptions of fluids&lt;/IDText&gt;&lt;DisplayText&gt;(2004)&lt;/DisplayText&gt;&lt;record&gt;&lt;titles&gt;&lt;title&gt;Students&amp;apos;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rsidR="00563ECC" w:rsidRPr="00563ECC">
        <w:fldChar w:fldCharType="separate"/>
      </w:r>
      <w:r w:rsidR="00563ECC" w:rsidRPr="00563ECC">
        <w:rPr>
          <w:noProof/>
        </w:rPr>
        <w:t>(2004)</w:t>
      </w:r>
      <w:r w:rsidR="00563ECC" w:rsidRPr="00563ECC">
        <w:fldChar w:fldCharType="end"/>
      </w:r>
      <w:r w:rsidRPr="00563ECC">
        <w:t>.</w:t>
      </w:r>
    </w:p>
    <w:p w:rsidR="00CC78A5" w:rsidRDefault="00D278E8" w:rsidP="00E172C6">
      <w:pPr>
        <w:spacing w:after="180"/>
      </w:pPr>
      <w:r w:rsidRPr="0045323E">
        <w:t xml:space="preserve">Images: </w:t>
      </w:r>
      <w:r w:rsidR="00563ECC">
        <w:t>Peter Fairhurst (UYSEG).</w:t>
      </w:r>
    </w:p>
    <w:p w:rsidR="00563ECC" w:rsidRDefault="003117F6" w:rsidP="00E24309">
      <w:pPr>
        <w:spacing w:after="180"/>
        <w:rPr>
          <w:b/>
          <w:color w:val="5F497A" w:themeColor="accent4" w:themeShade="BF"/>
          <w:sz w:val="24"/>
        </w:rPr>
      </w:pPr>
      <w:r w:rsidRPr="002C79AE">
        <w:rPr>
          <w:b/>
          <w:color w:val="5F497A" w:themeColor="accent4" w:themeShade="BF"/>
          <w:sz w:val="24"/>
        </w:rPr>
        <w:t>References</w:t>
      </w:r>
    </w:p>
    <w:p w:rsidR="009E120B" w:rsidRPr="009E120B" w:rsidRDefault="00563ECC" w:rsidP="009E120B">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9E120B" w:rsidRPr="009E120B">
        <w:t xml:space="preserve">Besson, U. (2004). Students' conceptions of fluids. </w:t>
      </w:r>
      <w:r w:rsidR="009E120B" w:rsidRPr="009E120B">
        <w:rPr>
          <w:i/>
        </w:rPr>
        <w:t>International Journal of Science Education,</w:t>
      </w:r>
      <w:r w:rsidR="009E120B" w:rsidRPr="009E120B">
        <w:t xml:space="preserve"> 26:14</w:t>
      </w:r>
      <w:r w:rsidR="009E120B" w:rsidRPr="009E120B">
        <w:rPr>
          <w:b/>
        </w:rPr>
        <w:t>,</w:t>
      </w:r>
      <w:r w:rsidR="009E120B" w:rsidRPr="009E120B">
        <w:t xml:space="preserve"> 1683-1714.</w:t>
      </w:r>
    </w:p>
    <w:p w:rsidR="009E120B" w:rsidRPr="009E120B" w:rsidRDefault="009E120B" w:rsidP="009E120B">
      <w:pPr>
        <w:pStyle w:val="EndNoteBibliography"/>
        <w:spacing w:after="120"/>
        <w:ind w:left="426" w:hanging="426"/>
      </w:pPr>
      <w:r w:rsidRPr="009E120B">
        <w:t xml:space="preserve">Engel Clough, E. and Driver, R. (1985). What do children understand about pressure in fluids? </w:t>
      </w:r>
      <w:r w:rsidRPr="009E120B">
        <w:rPr>
          <w:i/>
        </w:rPr>
        <w:t>Research in Science and Technology Education,</w:t>
      </w:r>
      <w:r w:rsidRPr="009E120B">
        <w:t xml:space="preserve"> 3(2)</w:t>
      </w:r>
      <w:r w:rsidRPr="009E120B">
        <w:rPr>
          <w:b/>
        </w:rPr>
        <w:t>,</w:t>
      </w:r>
      <w:r w:rsidRPr="009E120B">
        <w:t xml:space="preserve"> 133-134.</w:t>
      </w:r>
    </w:p>
    <w:p w:rsidR="00B46FF9" w:rsidRDefault="00563ECC" w:rsidP="009E120B">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ECC" w:rsidRDefault="00563ECC" w:rsidP="000B473B">
      <w:r>
        <w:separator/>
      </w:r>
    </w:p>
  </w:endnote>
  <w:endnote w:type="continuationSeparator" w:id="0">
    <w:p w:rsidR="00563ECC" w:rsidRDefault="00563EC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C0F4E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5032B">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ECC" w:rsidRDefault="00563ECC" w:rsidP="000B473B">
      <w:r>
        <w:separator/>
      </w:r>
    </w:p>
  </w:footnote>
  <w:footnote w:type="continuationSeparator" w:id="0">
    <w:p w:rsidR="00563ECC" w:rsidRDefault="00563EC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5F696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6BE1D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A025D4"/>
    <w:multiLevelType w:val="hybridMultilevel"/>
    <w:tmpl w:val="C08C51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63ECC"/>
    <w:rsid w:val="00015578"/>
    <w:rsid w:val="00024731"/>
    <w:rsid w:val="00026DEC"/>
    <w:rsid w:val="000505CA"/>
    <w:rsid w:val="0007651D"/>
    <w:rsid w:val="0009089A"/>
    <w:rsid w:val="000947E2"/>
    <w:rsid w:val="00095E04"/>
    <w:rsid w:val="000A0D12"/>
    <w:rsid w:val="000A58CF"/>
    <w:rsid w:val="000B473B"/>
    <w:rsid w:val="000B788A"/>
    <w:rsid w:val="000D0E89"/>
    <w:rsid w:val="000D3061"/>
    <w:rsid w:val="000E2689"/>
    <w:rsid w:val="001170B3"/>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032B"/>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16B6B"/>
    <w:rsid w:val="00524710"/>
    <w:rsid w:val="00535269"/>
    <w:rsid w:val="00555342"/>
    <w:rsid w:val="005560E2"/>
    <w:rsid w:val="00563ECC"/>
    <w:rsid w:val="0058312F"/>
    <w:rsid w:val="005A452E"/>
    <w:rsid w:val="005A6EE7"/>
    <w:rsid w:val="005F1A7B"/>
    <w:rsid w:val="006270D1"/>
    <w:rsid w:val="00634332"/>
    <w:rsid w:val="006355D8"/>
    <w:rsid w:val="00642ECD"/>
    <w:rsid w:val="006502A0"/>
    <w:rsid w:val="006772F5"/>
    <w:rsid w:val="006A4440"/>
    <w:rsid w:val="006B0615"/>
    <w:rsid w:val="006D166B"/>
    <w:rsid w:val="006F3279"/>
    <w:rsid w:val="00704AEE"/>
    <w:rsid w:val="0071690F"/>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E120B"/>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35240"/>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 w:val="00FC1A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EE8250"/>
  <w15:docId w15:val="{3AF79AE0-ACA2-4E8E-88C1-C4F2766F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63EC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63ECC"/>
    <w:rPr>
      <w:rFonts w:ascii="Calibri" w:hAnsi="Calibri" w:cs="Calibri"/>
      <w:noProof/>
      <w:lang w:val="en-US"/>
    </w:rPr>
  </w:style>
  <w:style w:type="paragraph" w:customStyle="1" w:styleId="EndNoteBibliography">
    <w:name w:val="EndNote Bibliography"/>
    <w:basedOn w:val="Normal"/>
    <w:link w:val="EndNoteBibliographyChar"/>
    <w:rsid w:val="00563ECC"/>
    <w:rPr>
      <w:rFonts w:ascii="Calibri" w:hAnsi="Calibri" w:cs="Calibri"/>
      <w:noProof/>
      <w:lang w:val="en-US"/>
    </w:rPr>
  </w:style>
  <w:style w:type="character" w:customStyle="1" w:styleId="EndNoteBibliographyChar">
    <w:name w:val="EndNote Bibliography Char"/>
    <w:basedOn w:val="DefaultParagraphFont"/>
    <w:link w:val="EndNoteBibliography"/>
    <w:rsid w:val="00563EC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88410">
      <w:bodyDiv w:val="1"/>
      <w:marLeft w:val="0"/>
      <w:marRight w:val="0"/>
      <w:marTop w:val="0"/>
      <w:marBottom w:val="0"/>
      <w:divBdr>
        <w:top w:val="none" w:sz="0" w:space="0" w:color="auto"/>
        <w:left w:val="none" w:sz="0" w:space="0" w:color="auto"/>
        <w:bottom w:val="none" w:sz="0" w:space="0" w:color="auto"/>
        <w:right w:val="none" w:sz="0" w:space="0" w:color="auto"/>
      </w:divBdr>
    </w:div>
    <w:div w:id="75785903">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75791233">
      <w:bodyDiv w:val="1"/>
      <w:marLeft w:val="0"/>
      <w:marRight w:val="0"/>
      <w:marTop w:val="0"/>
      <w:marBottom w:val="0"/>
      <w:divBdr>
        <w:top w:val="none" w:sz="0" w:space="0" w:color="auto"/>
        <w:left w:val="none" w:sz="0" w:space="0" w:color="auto"/>
        <w:bottom w:val="none" w:sz="0" w:space="0" w:color="auto"/>
        <w:right w:val="none" w:sz="0" w:space="0" w:color="auto"/>
      </w:divBdr>
    </w:div>
    <w:div w:id="277835786">
      <w:bodyDiv w:val="1"/>
      <w:marLeft w:val="0"/>
      <w:marRight w:val="0"/>
      <w:marTop w:val="0"/>
      <w:marBottom w:val="0"/>
      <w:divBdr>
        <w:top w:val="none" w:sz="0" w:space="0" w:color="auto"/>
        <w:left w:val="none" w:sz="0" w:space="0" w:color="auto"/>
        <w:bottom w:val="none" w:sz="0" w:space="0" w:color="auto"/>
        <w:right w:val="none" w:sz="0" w:space="0" w:color="auto"/>
      </w:divBdr>
    </w:div>
    <w:div w:id="910696833">
      <w:bodyDiv w:val="1"/>
      <w:marLeft w:val="0"/>
      <w:marRight w:val="0"/>
      <w:marTop w:val="0"/>
      <w:marBottom w:val="0"/>
      <w:divBdr>
        <w:top w:val="none" w:sz="0" w:space="0" w:color="auto"/>
        <w:left w:val="none" w:sz="0" w:space="0" w:color="auto"/>
        <w:bottom w:val="none" w:sz="0" w:space="0" w:color="auto"/>
        <w:right w:val="none" w:sz="0" w:space="0" w:color="auto"/>
      </w:divBdr>
    </w:div>
    <w:div w:id="1187448830">
      <w:bodyDiv w:val="1"/>
      <w:marLeft w:val="0"/>
      <w:marRight w:val="0"/>
      <w:marTop w:val="0"/>
      <w:marBottom w:val="0"/>
      <w:divBdr>
        <w:top w:val="none" w:sz="0" w:space="0" w:color="auto"/>
        <w:left w:val="none" w:sz="0" w:space="0" w:color="auto"/>
        <w:bottom w:val="none" w:sz="0" w:space="0" w:color="auto"/>
        <w:right w:val="none" w:sz="0" w:space="0" w:color="auto"/>
      </w:divBdr>
    </w:div>
    <w:div w:id="1433478630">
      <w:bodyDiv w:val="1"/>
      <w:marLeft w:val="0"/>
      <w:marRight w:val="0"/>
      <w:marTop w:val="0"/>
      <w:marBottom w:val="0"/>
      <w:divBdr>
        <w:top w:val="none" w:sz="0" w:space="0" w:color="auto"/>
        <w:left w:val="none" w:sz="0" w:space="0" w:color="auto"/>
        <w:bottom w:val="none" w:sz="0" w:space="0" w:color="auto"/>
        <w:right w:val="none" w:sz="0" w:space="0" w:color="auto"/>
      </w:divBdr>
    </w:div>
    <w:div w:id="1627349269">
      <w:bodyDiv w:val="1"/>
      <w:marLeft w:val="0"/>
      <w:marRight w:val="0"/>
      <w:marTop w:val="0"/>
      <w:marBottom w:val="0"/>
      <w:divBdr>
        <w:top w:val="none" w:sz="0" w:space="0" w:color="auto"/>
        <w:left w:val="none" w:sz="0" w:space="0" w:color="auto"/>
        <w:bottom w:val="none" w:sz="0" w:space="0" w:color="auto"/>
        <w:right w:val="none" w:sz="0" w:space="0" w:color="auto"/>
      </w:divBdr>
    </w:div>
    <w:div w:id="1710836527">
      <w:bodyDiv w:val="1"/>
      <w:marLeft w:val="0"/>
      <w:marRight w:val="0"/>
      <w:marTop w:val="0"/>
      <w:marBottom w:val="0"/>
      <w:divBdr>
        <w:top w:val="none" w:sz="0" w:space="0" w:color="auto"/>
        <w:left w:val="none" w:sz="0" w:space="0" w:color="auto"/>
        <w:bottom w:val="none" w:sz="0" w:space="0" w:color="auto"/>
        <w:right w:val="none" w:sz="0" w:space="0" w:color="auto"/>
      </w:divBdr>
    </w:div>
    <w:div w:id="181352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50</TotalTime>
  <Pages>3</Pages>
  <Words>1161</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11</cp:revision>
  <cp:lastPrinted>2017-02-24T16:20:00Z</cp:lastPrinted>
  <dcterms:created xsi:type="dcterms:W3CDTF">2019-11-07T14:22:00Z</dcterms:created>
  <dcterms:modified xsi:type="dcterms:W3CDTF">2019-11-08T14:56:00Z</dcterms:modified>
</cp:coreProperties>
</file>